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CDBB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42ACDBBD" w14:textId="77777777"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14:paraId="42ACDBBE" w14:textId="561E784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3765">
        <w:rPr>
          <w:rFonts w:ascii="Corbel" w:hAnsi="Corbel"/>
          <w:b/>
          <w:smallCaps/>
          <w:sz w:val="24"/>
          <w:szCs w:val="24"/>
        </w:rPr>
        <w:t xml:space="preserve"> </w:t>
      </w:r>
      <w:r w:rsidR="00B47752" w:rsidRPr="00583765">
        <w:rPr>
          <w:rFonts w:ascii="Corbel" w:hAnsi="Corbel"/>
          <w:i/>
          <w:smallCaps/>
          <w:sz w:val="24"/>
          <w:szCs w:val="24"/>
        </w:rPr>
        <w:t>202</w:t>
      </w:r>
      <w:r w:rsidR="00E839FC" w:rsidRPr="00583765">
        <w:rPr>
          <w:rFonts w:ascii="Corbel" w:hAnsi="Corbel"/>
          <w:i/>
          <w:smallCaps/>
          <w:sz w:val="24"/>
          <w:szCs w:val="24"/>
        </w:rPr>
        <w:t>2</w:t>
      </w:r>
      <w:r w:rsidR="005C7838" w:rsidRPr="00583765">
        <w:rPr>
          <w:rFonts w:ascii="Corbel" w:hAnsi="Corbel"/>
          <w:i/>
          <w:smallCaps/>
          <w:sz w:val="24"/>
          <w:szCs w:val="24"/>
        </w:rPr>
        <w:t>-202</w:t>
      </w:r>
      <w:r w:rsidR="00E839FC" w:rsidRPr="00583765">
        <w:rPr>
          <w:rFonts w:ascii="Corbel" w:hAnsi="Corbel"/>
          <w:i/>
          <w:smallCaps/>
          <w:sz w:val="24"/>
          <w:szCs w:val="24"/>
        </w:rPr>
        <w:t>4</w:t>
      </w:r>
    </w:p>
    <w:p w14:paraId="42ACDB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ACDBC0" w14:textId="05D1A5B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62539D">
        <w:rPr>
          <w:rFonts w:ascii="Corbel" w:hAnsi="Corbel"/>
          <w:sz w:val="20"/>
          <w:szCs w:val="20"/>
        </w:rPr>
        <w:t>2</w:t>
      </w:r>
      <w:r w:rsidR="00F86E3B">
        <w:rPr>
          <w:rFonts w:ascii="Corbel" w:hAnsi="Corbel"/>
          <w:sz w:val="20"/>
          <w:szCs w:val="20"/>
        </w:rPr>
        <w:t>/202</w:t>
      </w:r>
      <w:r w:rsidR="0062539D">
        <w:rPr>
          <w:rFonts w:ascii="Corbel" w:hAnsi="Corbel"/>
          <w:sz w:val="20"/>
          <w:szCs w:val="20"/>
        </w:rPr>
        <w:t>3</w:t>
      </w:r>
      <w:r w:rsidR="007B7BE4">
        <w:rPr>
          <w:rFonts w:ascii="Corbel" w:hAnsi="Corbel"/>
          <w:sz w:val="20"/>
          <w:szCs w:val="20"/>
        </w:rPr>
        <w:t xml:space="preserve"> i 2023/2024</w:t>
      </w:r>
    </w:p>
    <w:p w14:paraId="42ACD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B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CDBC5" w14:textId="77777777" w:rsidTr="00B819C8">
        <w:tc>
          <w:tcPr>
            <w:tcW w:w="2694" w:type="dxa"/>
            <w:vAlign w:val="center"/>
          </w:tcPr>
          <w:p w14:paraId="42ACDB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CDBC4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14:paraId="42ACDBC8" w14:textId="77777777" w:rsidTr="00B819C8">
        <w:tc>
          <w:tcPr>
            <w:tcW w:w="2694" w:type="dxa"/>
            <w:vAlign w:val="center"/>
          </w:tcPr>
          <w:p w14:paraId="42ACD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ACDB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2ACDBCB" w14:textId="77777777" w:rsidTr="00B819C8">
        <w:tc>
          <w:tcPr>
            <w:tcW w:w="2694" w:type="dxa"/>
            <w:vAlign w:val="center"/>
          </w:tcPr>
          <w:p w14:paraId="42ACDB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CDBCA" w14:textId="77777777"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ACDBCE" w14:textId="77777777" w:rsidTr="00B819C8">
        <w:tc>
          <w:tcPr>
            <w:tcW w:w="2694" w:type="dxa"/>
            <w:vAlign w:val="center"/>
          </w:tcPr>
          <w:p w14:paraId="42ACDB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CDBCD" w14:textId="77777777"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2ACDBD1" w14:textId="77777777" w:rsidTr="00B819C8">
        <w:tc>
          <w:tcPr>
            <w:tcW w:w="2694" w:type="dxa"/>
            <w:vAlign w:val="center"/>
          </w:tcPr>
          <w:p w14:paraId="42ACDB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ACDBD0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2ACDBD4" w14:textId="77777777" w:rsidTr="00B819C8">
        <w:tc>
          <w:tcPr>
            <w:tcW w:w="2694" w:type="dxa"/>
            <w:vAlign w:val="center"/>
          </w:tcPr>
          <w:p w14:paraId="42ACDB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ACDBD3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2ACDBD7" w14:textId="77777777" w:rsidTr="00B819C8">
        <w:tc>
          <w:tcPr>
            <w:tcW w:w="2694" w:type="dxa"/>
            <w:vAlign w:val="center"/>
          </w:tcPr>
          <w:p w14:paraId="42ACDB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CDBD6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ACDBDA" w14:textId="77777777" w:rsidTr="00B819C8">
        <w:tc>
          <w:tcPr>
            <w:tcW w:w="2694" w:type="dxa"/>
            <w:vAlign w:val="center"/>
          </w:tcPr>
          <w:p w14:paraId="42ACDB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ACDBD9" w14:textId="3F9C36D6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2ACDBDD" w14:textId="77777777" w:rsidTr="00B819C8">
        <w:tc>
          <w:tcPr>
            <w:tcW w:w="2694" w:type="dxa"/>
            <w:vAlign w:val="center"/>
          </w:tcPr>
          <w:p w14:paraId="42ACDB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ACDBDC" w14:textId="66F07353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II; semestr 1-4</w:t>
            </w:r>
          </w:p>
        </w:tc>
      </w:tr>
      <w:tr w:rsidR="0085747A" w:rsidRPr="009C54AE" w14:paraId="42ACDBE0" w14:textId="77777777" w:rsidTr="00B819C8">
        <w:tc>
          <w:tcPr>
            <w:tcW w:w="2694" w:type="dxa"/>
            <w:vAlign w:val="center"/>
          </w:tcPr>
          <w:p w14:paraId="42ACDB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ACDBDF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2ACDBE3" w14:textId="77777777" w:rsidTr="00B819C8">
        <w:tc>
          <w:tcPr>
            <w:tcW w:w="2694" w:type="dxa"/>
            <w:vAlign w:val="center"/>
          </w:tcPr>
          <w:p w14:paraId="42ACDB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ACDBE2" w14:textId="77777777"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2ACDBE6" w14:textId="77777777" w:rsidTr="00B819C8">
        <w:tc>
          <w:tcPr>
            <w:tcW w:w="2694" w:type="dxa"/>
            <w:vAlign w:val="center"/>
          </w:tcPr>
          <w:p w14:paraId="42ACD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ACDBE5" w14:textId="77777777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42ACDBE9" w14:textId="77777777" w:rsidTr="00B819C8">
        <w:tc>
          <w:tcPr>
            <w:tcW w:w="2694" w:type="dxa"/>
            <w:vAlign w:val="center"/>
          </w:tcPr>
          <w:p w14:paraId="42ACD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ACDBE8" w14:textId="77777777"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2ACDB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CDB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CDB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ACDB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ACDBF9" w14:textId="77777777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CDB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ACDC04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FA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B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C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3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0F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0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9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A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1A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4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9" w14:textId="10F14EF4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14:paraId="42ACDC25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F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4" w14:textId="71326D0B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ACDC2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CDC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ACDC29" w14:textId="77777777"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42ACDC2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D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C2C" w14:textId="022CE62C"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42ACDC2D" w14:textId="656B450D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14:paraId="42ACDC2E" w14:textId="77777777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FABEF" w14:textId="77777777"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31" w14:textId="77777777" w:rsidTr="00745302">
        <w:tc>
          <w:tcPr>
            <w:tcW w:w="9670" w:type="dxa"/>
          </w:tcPr>
          <w:p w14:paraId="42ACDC30" w14:textId="77777777"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14:paraId="42ACDC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ACDC3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ACDC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14:paraId="42ACDC39" w14:textId="77777777" w:rsidTr="0042328E">
        <w:tc>
          <w:tcPr>
            <w:tcW w:w="845" w:type="dxa"/>
            <w:vAlign w:val="center"/>
          </w:tcPr>
          <w:p w14:paraId="42ACDC37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ACDC38" w14:textId="77777777"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14:paraId="42ACDC3C" w14:textId="77777777" w:rsidTr="0042328E">
        <w:tc>
          <w:tcPr>
            <w:tcW w:w="845" w:type="dxa"/>
            <w:vAlign w:val="center"/>
          </w:tcPr>
          <w:p w14:paraId="42ACDC3A" w14:textId="77777777"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ACDC3B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3F" w14:textId="77777777" w:rsidTr="0042328E">
        <w:tc>
          <w:tcPr>
            <w:tcW w:w="845" w:type="dxa"/>
            <w:vAlign w:val="center"/>
          </w:tcPr>
          <w:p w14:paraId="42ACDC3D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2ACDC3E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42" w14:textId="77777777" w:rsidTr="0042328E">
        <w:tc>
          <w:tcPr>
            <w:tcW w:w="845" w:type="dxa"/>
            <w:vAlign w:val="center"/>
          </w:tcPr>
          <w:p w14:paraId="42ACDC40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2ACDC41" w14:textId="77777777"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14:paraId="42ACDC45" w14:textId="77777777" w:rsidTr="0042328E">
        <w:tc>
          <w:tcPr>
            <w:tcW w:w="845" w:type="dxa"/>
            <w:vAlign w:val="center"/>
          </w:tcPr>
          <w:p w14:paraId="42ACDC43" w14:textId="77777777"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2ACDC44" w14:textId="77777777"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14:paraId="42ACD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CDC4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ACDC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2ACDC4C" w14:textId="77777777" w:rsidTr="0042328E">
        <w:tc>
          <w:tcPr>
            <w:tcW w:w="1681" w:type="dxa"/>
            <w:vAlign w:val="center"/>
          </w:tcPr>
          <w:p w14:paraId="42ACDC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62ADB1" w14:textId="77777777"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ACDC4A" w14:textId="5E4C0919"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ACDC4B" w14:textId="7B368B0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14:paraId="42ACDC54" w14:textId="77777777" w:rsidTr="00E843A6">
        <w:trPr>
          <w:trHeight w:val="1911"/>
        </w:trPr>
        <w:tc>
          <w:tcPr>
            <w:tcW w:w="1681" w:type="dxa"/>
            <w:vAlign w:val="center"/>
          </w:tcPr>
          <w:p w14:paraId="42ACDC4D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2ACDC4E" w14:textId="558C32F8"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14:paraId="42ACDC4F" w14:textId="77777777"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2ACDC50" w14:textId="77777777"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2ACDC51" w14:textId="77777777"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42ACDC53" w14:textId="432460F2"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14:paraId="42ACDC59" w14:textId="77777777" w:rsidTr="00C331F8">
        <w:tc>
          <w:tcPr>
            <w:tcW w:w="1681" w:type="dxa"/>
            <w:vAlign w:val="center"/>
          </w:tcPr>
          <w:p w14:paraId="42ACDC55" w14:textId="77777777"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14:paraId="42ACDC56" w14:textId="6EDCDBD9"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14:paraId="42ACDC57" w14:textId="77777777"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2ACDC58" w14:textId="65A7FE20"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14:paraId="42ACDC5F" w14:textId="77777777" w:rsidTr="00E843A6">
        <w:trPr>
          <w:trHeight w:val="1777"/>
        </w:trPr>
        <w:tc>
          <w:tcPr>
            <w:tcW w:w="1681" w:type="dxa"/>
            <w:vAlign w:val="center"/>
          </w:tcPr>
          <w:p w14:paraId="42ACDC5A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42ACDC5B" w14:textId="374E7143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14:paraId="42ACDC5C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2ACDC5E" w14:textId="78CD0623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14:paraId="42ACDC65" w14:textId="77777777" w:rsidTr="00C331F8">
        <w:tc>
          <w:tcPr>
            <w:tcW w:w="1681" w:type="dxa"/>
            <w:vAlign w:val="center"/>
          </w:tcPr>
          <w:p w14:paraId="42ACDC60" w14:textId="77777777"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42ACDC61" w14:textId="46A202E8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14:paraId="42ACDC62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42ACDC63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2ACDC64" w14:textId="6C7157DC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A" w14:textId="77777777" w:rsidTr="00C331F8">
        <w:tc>
          <w:tcPr>
            <w:tcW w:w="1681" w:type="dxa"/>
            <w:vAlign w:val="center"/>
          </w:tcPr>
          <w:p w14:paraId="42ACDC66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42ACDC67" w14:textId="03614478"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14:paraId="42ACDC68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195DDFF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2ACDC69" w14:textId="53448988"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F" w14:textId="77777777" w:rsidTr="008F53F0">
        <w:trPr>
          <w:trHeight w:val="1868"/>
        </w:trPr>
        <w:tc>
          <w:tcPr>
            <w:tcW w:w="1681" w:type="dxa"/>
            <w:vAlign w:val="center"/>
          </w:tcPr>
          <w:p w14:paraId="42ACDC6B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14:paraId="42ACDC6C" w14:textId="70BF49E0"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14:paraId="42ACDC6D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2ACDC6E" w14:textId="075D14EE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73" w14:textId="77777777" w:rsidTr="008F53F0">
        <w:trPr>
          <w:trHeight w:val="1980"/>
        </w:trPr>
        <w:tc>
          <w:tcPr>
            <w:tcW w:w="1681" w:type="dxa"/>
            <w:vAlign w:val="center"/>
          </w:tcPr>
          <w:p w14:paraId="42ACDC70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14:paraId="42ACDC71" w14:textId="713BDBFE"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14:paraId="04F29396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ACDC72" w14:textId="18F89EDE"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ACDC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75" w14:textId="77777777"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ACDC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2ACDC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14:paraId="42ACDC7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7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14:paraId="42ACDC7D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C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14:paraId="42ACDC7F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E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>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1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0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3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2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14:paraId="42ACDC85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4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14:paraId="42ACDC87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6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14:paraId="42ACDC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ACDC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ACDC90" w14:textId="77777777" w:rsidTr="00630205">
        <w:tc>
          <w:tcPr>
            <w:tcW w:w="9520" w:type="dxa"/>
          </w:tcPr>
          <w:p w14:paraId="42ACDC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ACDC92" w14:textId="77777777" w:rsidTr="004904BC">
        <w:trPr>
          <w:trHeight w:val="1206"/>
        </w:trPr>
        <w:tc>
          <w:tcPr>
            <w:tcW w:w="9520" w:type="dxa"/>
          </w:tcPr>
          <w:p w14:paraId="42ACDC91" w14:textId="77777777"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14:paraId="42ACDC94" w14:textId="77777777" w:rsidTr="00630205">
        <w:trPr>
          <w:trHeight w:val="2306"/>
        </w:trPr>
        <w:tc>
          <w:tcPr>
            <w:tcW w:w="9520" w:type="dxa"/>
          </w:tcPr>
          <w:p w14:paraId="42ACDC93" w14:textId="77777777"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14:paraId="42ACDC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CDC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98" w14:textId="77777777"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42ACDC99" w14:textId="66F223F6"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14:paraId="42ACDC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ACDC9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ACDC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14:paraId="42ACDCA4" w14:textId="77777777" w:rsidTr="009934CC">
        <w:tc>
          <w:tcPr>
            <w:tcW w:w="1985" w:type="dxa"/>
            <w:vAlign w:val="center"/>
          </w:tcPr>
          <w:p w14:paraId="42ACDC9F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ACDCA0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ACDCA1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ACDCA2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CDCA3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14:paraId="42ACDCA8" w14:textId="77777777" w:rsidTr="009934CC">
        <w:tc>
          <w:tcPr>
            <w:tcW w:w="1985" w:type="dxa"/>
          </w:tcPr>
          <w:p w14:paraId="42ACDCA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ACDCA6" w14:textId="77777777"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7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14:paraId="42ACDCAC" w14:textId="77777777" w:rsidTr="009934CC">
        <w:tc>
          <w:tcPr>
            <w:tcW w:w="1985" w:type="dxa"/>
          </w:tcPr>
          <w:p w14:paraId="42ACDCA9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2ACDCAA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B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14:paraId="42ACDCB0" w14:textId="77777777" w:rsidTr="009934CC">
        <w:tc>
          <w:tcPr>
            <w:tcW w:w="1985" w:type="dxa"/>
          </w:tcPr>
          <w:p w14:paraId="42ACDCAD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ACDCAE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F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4" w14:textId="77777777" w:rsidTr="009934CC">
        <w:tc>
          <w:tcPr>
            <w:tcW w:w="1985" w:type="dxa"/>
          </w:tcPr>
          <w:p w14:paraId="42ACDCB1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ACDCB2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3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8" w14:textId="77777777" w:rsidTr="009934CC">
        <w:tc>
          <w:tcPr>
            <w:tcW w:w="1985" w:type="dxa"/>
          </w:tcPr>
          <w:p w14:paraId="42ACDCB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ACDCB6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7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C" w14:textId="77777777" w:rsidTr="009934CC">
        <w:tc>
          <w:tcPr>
            <w:tcW w:w="1985" w:type="dxa"/>
          </w:tcPr>
          <w:p w14:paraId="42ACDCB9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ACDCBA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B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C0" w14:textId="77777777" w:rsidTr="009934CC">
        <w:tc>
          <w:tcPr>
            <w:tcW w:w="1985" w:type="dxa"/>
          </w:tcPr>
          <w:p w14:paraId="42ACDCBD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2ACDCBE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F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2ACDC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2" w14:textId="77777777"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ACDC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C7" w14:textId="77777777" w:rsidTr="00923D7D">
        <w:tc>
          <w:tcPr>
            <w:tcW w:w="9670" w:type="dxa"/>
          </w:tcPr>
          <w:p w14:paraId="74C1E2F8" w14:textId="77777777" w:rsidR="00276AEA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</w:t>
            </w:r>
            <w:r w:rsidR="00276AEA"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>na zajęciach</w:t>
            </w:r>
            <w:r w:rsidR="00276AEA"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4" w14:textId="06D31249" w:rsidR="000F6C13" w:rsidRPr="009D14FE" w:rsidRDefault="00276AEA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 w:rsidR="009D14FE"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14:paraId="42ACDCC5" w14:textId="77777777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6" w14:textId="634C4F4D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 w:rsidR="003A03B6">
              <w:rPr>
                <w:rFonts w:ascii="Corbel" w:hAnsi="Corbel"/>
                <w:color w:val="000000"/>
                <w:sz w:val="24"/>
              </w:rPr>
              <w:t xml:space="preserve"> (w zakresie ćwiczeń i wykładów)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14:paraId="42ACD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ACD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2ACDCCD" w14:textId="77777777" w:rsidTr="003E1941">
        <w:tc>
          <w:tcPr>
            <w:tcW w:w="4962" w:type="dxa"/>
            <w:vAlign w:val="center"/>
          </w:tcPr>
          <w:p w14:paraId="42ACD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CDC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42ACDCD0" w14:textId="77777777" w:rsidTr="00923D7D">
        <w:tc>
          <w:tcPr>
            <w:tcW w:w="4962" w:type="dxa"/>
          </w:tcPr>
          <w:p w14:paraId="42ACDCC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2ACDCCF" w14:textId="77777777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14:paraId="42ACDCD4" w14:textId="77777777" w:rsidTr="00923D7D">
        <w:tc>
          <w:tcPr>
            <w:tcW w:w="4962" w:type="dxa"/>
          </w:tcPr>
          <w:p w14:paraId="42ACDC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ACDCD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ACDCD3" w14:textId="5962ECCB"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CDCD7" w14:textId="77777777" w:rsidTr="00923D7D">
        <w:tc>
          <w:tcPr>
            <w:tcW w:w="4962" w:type="dxa"/>
          </w:tcPr>
          <w:p w14:paraId="42ACDCD5" w14:textId="69D555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="002866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42ACDCD6" w14:textId="7B356906"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  <w:bookmarkStart w:id="0" w:name="_GoBack"/>
            <w:bookmarkEnd w:id="0"/>
          </w:p>
        </w:tc>
      </w:tr>
      <w:tr w:rsidR="0085747A" w:rsidRPr="009C54AE" w14:paraId="42ACDCDA" w14:textId="77777777" w:rsidTr="00923D7D">
        <w:tc>
          <w:tcPr>
            <w:tcW w:w="4962" w:type="dxa"/>
          </w:tcPr>
          <w:p w14:paraId="42ACDC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CDCD9" w14:textId="60331326"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ACDCDD" w14:textId="77777777" w:rsidTr="00923D7D">
        <w:tc>
          <w:tcPr>
            <w:tcW w:w="4962" w:type="dxa"/>
          </w:tcPr>
          <w:p w14:paraId="42ACDC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CDCDC" w14:textId="026080C9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ACDCDF" w14:textId="77777777"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ACDC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ACDCE4" w14:textId="77777777" w:rsidTr="0071620A">
        <w:trPr>
          <w:trHeight w:val="397"/>
        </w:trPr>
        <w:tc>
          <w:tcPr>
            <w:tcW w:w="3544" w:type="dxa"/>
          </w:tcPr>
          <w:p w14:paraId="42ACDC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CDCE3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ACDCE7" w14:textId="77777777" w:rsidTr="0071620A">
        <w:trPr>
          <w:trHeight w:val="397"/>
        </w:trPr>
        <w:tc>
          <w:tcPr>
            <w:tcW w:w="3544" w:type="dxa"/>
          </w:tcPr>
          <w:p w14:paraId="42ACD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CDCE6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42AC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C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ACDCEA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7890" w:rsidRPr="0097002E" w14:paraId="70493E96" w14:textId="77777777" w:rsidTr="00A85BB0">
        <w:trPr>
          <w:trHeight w:val="397"/>
        </w:trPr>
        <w:tc>
          <w:tcPr>
            <w:tcW w:w="7513" w:type="dxa"/>
          </w:tcPr>
          <w:p w14:paraId="153583E1" w14:textId="77777777" w:rsidR="00387890" w:rsidRPr="00333FE4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1116F8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7AB05D4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070B78C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2506D7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4D8447D0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14:paraId="66C3CB01" w14:textId="77777777"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004FDA68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127A709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7E3F3703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A2E5F9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4015E651" w14:textId="77777777"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23318FB0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F6219B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318280D1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6948FE3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C60FFFC" w14:textId="77777777"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14:paraId="02096CF3" w14:textId="77777777" w:rsidTr="00A85BB0">
        <w:trPr>
          <w:trHeight w:val="397"/>
        </w:trPr>
        <w:tc>
          <w:tcPr>
            <w:tcW w:w="7513" w:type="dxa"/>
          </w:tcPr>
          <w:p w14:paraId="44F2EABE" w14:textId="77777777"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244461" w14:textId="77777777"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14:paraId="28601069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8625774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FC19F4F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14:paraId="65DAC7F2" w14:textId="77777777"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D06" w14:textId="77777777"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D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1858AF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2F299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453F2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55B1A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9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A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B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C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D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E" w14:textId="77777777"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2C105" w14:textId="77777777" w:rsidR="009B6225" w:rsidRDefault="009B6225" w:rsidP="00C16ABF">
      <w:pPr>
        <w:spacing w:after="0" w:line="240" w:lineRule="auto"/>
      </w:pPr>
      <w:r>
        <w:separator/>
      </w:r>
    </w:p>
  </w:endnote>
  <w:endnote w:type="continuationSeparator" w:id="0">
    <w:p w14:paraId="394C5E0E" w14:textId="77777777" w:rsidR="009B6225" w:rsidRDefault="009B62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8F9D" w14:textId="77777777" w:rsidR="009B6225" w:rsidRDefault="009B6225" w:rsidP="00C16ABF">
      <w:pPr>
        <w:spacing w:after="0" w:line="240" w:lineRule="auto"/>
      </w:pPr>
      <w:r>
        <w:separator/>
      </w:r>
    </w:p>
  </w:footnote>
  <w:footnote w:type="continuationSeparator" w:id="0">
    <w:p w14:paraId="114B5E8A" w14:textId="77777777" w:rsidR="009B6225" w:rsidRDefault="009B6225" w:rsidP="00C16ABF">
      <w:pPr>
        <w:spacing w:after="0" w:line="240" w:lineRule="auto"/>
      </w:pPr>
      <w:r>
        <w:continuationSeparator/>
      </w:r>
    </w:p>
  </w:footnote>
  <w:footnote w:id="1">
    <w:p w14:paraId="42ACDD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B6225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90885"/>
    <w:rsid w:val="00B929EB"/>
    <w:rsid w:val="00BA4973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C18D8"/>
    <w:rsid w:val="00EC362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D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4BACB-0564-4670-923A-B2CC0D17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1554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2020-10-15T11:57:00Z</cp:lastPrinted>
  <dcterms:created xsi:type="dcterms:W3CDTF">2022-04-28T09:31:00Z</dcterms:created>
  <dcterms:modified xsi:type="dcterms:W3CDTF">2022-06-22T15:47:00Z</dcterms:modified>
</cp:coreProperties>
</file>